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3999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9594E" w14:textId="0C337CE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B8609D">
        <w:rPr>
          <w:rFonts w:ascii="Corbel" w:hAnsi="Corbel"/>
          <w:i/>
          <w:smallCaps/>
          <w:sz w:val="24"/>
          <w:szCs w:val="24"/>
        </w:rPr>
        <w:t>2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B8609D">
        <w:rPr>
          <w:rFonts w:ascii="Corbel" w:hAnsi="Corbel"/>
          <w:i/>
          <w:smallCaps/>
          <w:sz w:val="24"/>
          <w:szCs w:val="24"/>
        </w:rPr>
        <w:t>5</w:t>
      </w:r>
    </w:p>
    <w:p w14:paraId="5C734A7C" w14:textId="3428241A" w:rsidR="00445970" w:rsidRPr="00EA4832" w:rsidRDefault="00B8609D" w:rsidP="00B860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4</w:t>
      </w:r>
      <w:r w:rsidR="000301F9"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5</w:t>
      </w:r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00B819C8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00B819C8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17CCAF5A" w:rsidR="0085747A" w:rsidRPr="009C54AE" w:rsidRDefault="00B8609D" w:rsidP="00B86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/C.10</w:t>
            </w:r>
          </w:p>
        </w:tc>
      </w:tr>
      <w:tr w:rsidR="0085747A" w:rsidRPr="009C54AE" w14:paraId="3B02BA0D" w14:textId="77777777" w:rsidTr="00B819C8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00B819C8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00B819C8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00B819C8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2D585469" w:rsidR="0085747A" w:rsidRPr="009C54AE" w:rsidRDefault="00B860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45DA5C93" w14:textId="77777777" w:rsidTr="00B819C8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9E28303" w14:textId="77777777" w:rsidTr="00B819C8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707F2" w14:textId="77777777" w:rsidTr="00B819C8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72B9E603" w:rsidR="0085747A" w:rsidRPr="009C54AE" w:rsidRDefault="00B8609D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4E35836" w14:textId="77777777" w:rsidTr="00B819C8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1746B092" w:rsidR="0085747A" w:rsidRPr="009C54AE" w:rsidRDefault="00B8609D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D990F0" w14:textId="77777777" w:rsidTr="00B819C8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00B819C8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00B819C8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7154EDF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066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BF22E7B" w:rsidR="00015B8F" w:rsidRPr="009C54AE" w:rsidRDefault="00B860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54A1747C" w:rsidR="00015B8F" w:rsidRPr="009C54AE" w:rsidRDefault="00D13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</w:t>
      </w:r>
      <w:proofErr w:type="spellStart"/>
      <w:r w:rsidR="00C8263C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BCC8C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86F95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74C2BEEB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74C2BEEB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74C2BEEB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315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74C2BEEB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104E1361" w14:textId="6E512AA4" w:rsidR="00C857A5" w:rsidRPr="009C54AE" w:rsidRDefault="00C857A5" w:rsidP="74C2BE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C2BEEB">
              <w:rPr>
                <w:rFonts w:ascii="Corbel" w:hAnsi="Corbel"/>
                <w:b w:val="0"/>
                <w:smallCaps w:val="0"/>
              </w:rPr>
              <w:t>K_U03</w:t>
            </w:r>
          </w:p>
          <w:p w14:paraId="5297E1E0" w14:textId="58973740" w:rsidR="00C857A5" w:rsidRPr="009C54AE" w:rsidRDefault="74C2BEEB" w:rsidP="74C2BE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C2BEEB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74C2BEE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90F4D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2FE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D01D5" w14:textId="77777777" w:rsidTr="00C8263C">
        <w:tc>
          <w:tcPr>
            <w:tcW w:w="9520" w:type="dxa"/>
          </w:tcPr>
          <w:p w14:paraId="06EF23C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C5C90FE" w14:textId="77777777" w:rsidTr="00C8263C">
        <w:tc>
          <w:tcPr>
            <w:tcW w:w="9520" w:type="dxa"/>
          </w:tcPr>
          <w:p w14:paraId="027C0F1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8263C" w:rsidRPr="009C54AE" w14:paraId="6879DA10" w14:textId="77777777" w:rsidTr="00C8263C">
        <w:tc>
          <w:tcPr>
            <w:tcW w:w="9520" w:type="dxa"/>
          </w:tcPr>
          <w:p w14:paraId="363348B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Internet jako źródło informacji przydatnej w procesie gospodarowania – możliwości 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21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02C04D" w14:textId="77777777" w:rsidTr="003E1941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2D60B03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066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00923D7D">
        <w:tc>
          <w:tcPr>
            <w:tcW w:w="4962" w:type="dxa"/>
          </w:tcPr>
          <w:p w14:paraId="479817F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6FA95ABA" w:rsidR="0085747A" w:rsidRPr="009C54AE" w:rsidRDefault="000066BD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B08EF28" w14:textId="77777777" w:rsidTr="00923D7D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633F4DFC" w:rsidR="00C61DC5" w:rsidRPr="009C54AE" w:rsidRDefault="000066BD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D77C2D" w14:textId="77777777" w:rsidTr="00923D7D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753F9386" w:rsidR="00C61DC5" w:rsidRPr="009C54AE" w:rsidRDefault="000066BD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E9D0390" w14:textId="77777777" w:rsidTr="00923D7D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4869C" w14:textId="77777777" w:rsidR="0085747A" w:rsidRPr="009C54AE" w:rsidRDefault="008B73CC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7A375B" w14:textId="77777777" w:rsidTr="00923D7D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lementy ekonomiki sektora informacyjnego, </w:t>
            </w:r>
            <w:proofErr w:type="spellStart"/>
            <w:r w:rsidR="0091359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91359E">
              <w:rPr>
                <w:rFonts w:ascii="Corbel" w:hAnsi="Corbel"/>
                <w:sz w:val="24"/>
                <w:szCs w:val="24"/>
              </w:rPr>
              <w:t>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46802" w14:textId="77777777" w:rsidR="0065623C" w:rsidRDefault="0065623C" w:rsidP="00C16ABF">
      <w:pPr>
        <w:spacing w:after="0" w:line="240" w:lineRule="auto"/>
      </w:pPr>
      <w:r>
        <w:separator/>
      </w:r>
    </w:p>
  </w:endnote>
  <w:endnote w:type="continuationSeparator" w:id="0">
    <w:p w14:paraId="40C12383" w14:textId="77777777" w:rsidR="0065623C" w:rsidRDefault="006562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CFB07" w14:textId="77777777" w:rsidR="0065623C" w:rsidRDefault="0065623C" w:rsidP="00C16ABF">
      <w:pPr>
        <w:spacing w:after="0" w:line="240" w:lineRule="auto"/>
      </w:pPr>
      <w:r>
        <w:separator/>
      </w:r>
    </w:p>
  </w:footnote>
  <w:footnote w:type="continuationSeparator" w:id="0">
    <w:p w14:paraId="1BEC9881" w14:textId="77777777" w:rsidR="0065623C" w:rsidRDefault="0065623C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6BD"/>
    <w:rsid w:val="000077B4"/>
    <w:rsid w:val="00014D5E"/>
    <w:rsid w:val="00015B8F"/>
    <w:rsid w:val="00016446"/>
    <w:rsid w:val="00022ECE"/>
    <w:rsid w:val="000301F9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73853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5E55"/>
    <w:rsid w:val="0056696D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1029B"/>
    <w:rsid w:val="00617230"/>
    <w:rsid w:val="00621CE1"/>
    <w:rsid w:val="006245C6"/>
    <w:rsid w:val="00627FC9"/>
    <w:rsid w:val="00647FA8"/>
    <w:rsid w:val="00650C5F"/>
    <w:rsid w:val="00654934"/>
    <w:rsid w:val="0065623C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91867"/>
    <w:rsid w:val="00997F14"/>
    <w:rsid w:val="009A6183"/>
    <w:rsid w:val="009A78D9"/>
    <w:rsid w:val="009C3E31"/>
    <w:rsid w:val="009C54AE"/>
    <w:rsid w:val="009C77B1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09D"/>
    <w:rsid w:val="00B86DAA"/>
    <w:rsid w:val="00B90885"/>
    <w:rsid w:val="00B973B4"/>
    <w:rsid w:val="00BB023D"/>
    <w:rsid w:val="00BB520A"/>
    <w:rsid w:val="00BC797F"/>
    <w:rsid w:val="00BD3869"/>
    <w:rsid w:val="00BD66E9"/>
    <w:rsid w:val="00BD6FF4"/>
    <w:rsid w:val="00BE0881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338E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74C2B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6DC88CC9-63A2-4A20-902E-92FAE7BF6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styleId="Odwoaniedokomentarza">
    <w:name w:val="annotation reference"/>
    <w:basedOn w:val="Domylnaczcionkaakapitu"/>
    <w:uiPriority w:val="99"/>
    <w:semiHidden/>
    <w:unhideWhenUsed/>
    <w:rsid w:val="009C7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7B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7B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AD1330-7387-4475-ADC4-AD3CD8214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91C25C-8836-4575-A307-82E993AE5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1</Pages>
  <Words>872</Words>
  <Characters>5237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2022-05-25T14:46:00Z</dcterms:created>
  <dcterms:modified xsi:type="dcterms:W3CDTF">2022-09-20T17:23:00Z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